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0286E0D" w:rsidRDefault="00997F14" w14:paraId="6C209650" w14:textId="77777777">
      <w:pPr>
        <w:spacing w:line="240" w:lineRule="auto"/>
        <w:jc w:val="right"/>
        <w:rPr>
          <w:rFonts w:ascii="Corbel" w:hAnsi="Corbel" w:eastAsia="Corbel" w:cs="Corbel"/>
          <w:i/>
          <w:iCs/>
        </w:rPr>
      </w:pPr>
      <w:r w:rsidRPr="40286E0D">
        <w:rPr>
          <w:rFonts w:ascii="Corbel" w:hAnsi="Corbel" w:eastAsia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 w:rsidR="00D8678B">
        <w:rPr>
          <w:rFonts w:ascii="Corbel" w:hAnsi="Corbel" w:eastAsia="Corbel" w:cs="Corbel"/>
          <w:i/>
          <w:iCs/>
        </w:rPr>
        <w:t xml:space="preserve">Załącznik nr </w:t>
      </w:r>
      <w:r w:rsidRPr="40286E0D" w:rsidR="006F31E2">
        <w:rPr>
          <w:rFonts w:ascii="Corbel" w:hAnsi="Corbel" w:eastAsia="Corbel" w:cs="Corbel"/>
          <w:i/>
          <w:iCs/>
        </w:rPr>
        <w:t>1.5</w:t>
      </w:r>
      <w:r w:rsidRPr="40286E0D" w:rsidR="00D8678B">
        <w:rPr>
          <w:rFonts w:ascii="Corbel" w:hAnsi="Corbel" w:eastAsia="Corbel" w:cs="Corbel"/>
          <w:i/>
          <w:iCs/>
        </w:rPr>
        <w:t xml:space="preserve"> do Zarządzenia</w:t>
      </w:r>
      <w:r w:rsidRPr="40286E0D" w:rsidR="002A22BF">
        <w:rPr>
          <w:rFonts w:ascii="Corbel" w:hAnsi="Corbel" w:eastAsia="Corbel" w:cs="Corbel"/>
          <w:i/>
          <w:iCs/>
        </w:rPr>
        <w:t xml:space="preserve"> Rektora UR </w:t>
      </w:r>
      <w:r w:rsidRPr="40286E0D" w:rsidR="00CD6897">
        <w:rPr>
          <w:rFonts w:ascii="Corbel" w:hAnsi="Corbel" w:eastAsia="Corbel" w:cs="Corbel"/>
          <w:i/>
          <w:iCs/>
        </w:rPr>
        <w:t xml:space="preserve"> nr </w:t>
      </w:r>
      <w:r w:rsidRPr="40286E0D" w:rsidR="00F17567">
        <w:rPr>
          <w:rFonts w:ascii="Corbel" w:hAnsi="Corbel" w:eastAsia="Corbel" w:cs="Corbel"/>
          <w:i/>
          <w:iCs/>
        </w:rPr>
        <w:t>12/2019</w:t>
      </w:r>
    </w:p>
    <w:p w:rsidRPr="009C54AE" w:rsidR="0085747A" w:rsidP="40286E0D" w:rsidRDefault="0085747A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Pr="009C54AE" w:rsidR="0085747A" w:rsidP="40286E0D" w:rsidRDefault="0071620A" w14:paraId="6B39908D" w14:textId="77777777">
      <w:pPr>
        <w:spacing w:after="0" w:line="240" w:lineRule="exact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mallCaps/>
          <w:sz w:val="24"/>
          <w:szCs w:val="24"/>
        </w:rPr>
        <w:t>dotyczy cyklu kształcenia</w:t>
      </w:r>
      <w:r w:rsidRPr="40286E0D" w:rsidR="0085747A">
        <w:rPr>
          <w:rFonts w:ascii="Corbel" w:hAnsi="Corbel" w:eastAsia="Corbel" w:cs="Corbel"/>
          <w:b/>
          <w:bCs/>
          <w:smallCaps/>
          <w:sz w:val="24"/>
          <w:szCs w:val="24"/>
        </w:rPr>
        <w:t xml:space="preserve"> </w:t>
      </w:r>
      <w:r w:rsidRPr="40286E0D" w:rsidR="00A12EAF">
        <w:rPr>
          <w:rFonts w:ascii="Corbel" w:hAnsi="Corbel" w:eastAsia="Corbel" w:cs="Corbel"/>
          <w:i/>
          <w:iCs/>
          <w:smallCaps/>
          <w:sz w:val="24"/>
          <w:szCs w:val="24"/>
        </w:rPr>
        <w:t>20</w:t>
      </w:r>
      <w:r w:rsidRPr="40286E0D" w:rsidR="00195297">
        <w:rPr>
          <w:rFonts w:ascii="Corbel" w:hAnsi="Corbel" w:eastAsia="Corbel" w:cs="Corbel"/>
          <w:i/>
          <w:iCs/>
          <w:smallCaps/>
          <w:sz w:val="24"/>
          <w:szCs w:val="24"/>
        </w:rPr>
        <w:t>19</w:t>
      </w:r>
      <w:r w:rsidRPr="40286E0D" w:rsidR="00A12EAF">
        <w:rPr>
          <w:rFonts w:ascii="Corbel" w:hAnsi="Corbel" w:eastAsia="Corbel" w:cs="Corbel"/>
          <w:i/>
          <w:iCs/>
          <w:smallCaps/>
          <w:sz w:val="24"/>
          <w:szCs w:val="24"/>
        </w:rPr>
        <w:t>-202</w:t>
      </w:r>
      <w:r w:rsidRPr="40286E0D" w:rsidR="00195297">
        <w:rPr>
          <w:rFonts w:ascii="Corbel" w:hAnsi="Corbel" w:eastAsia="Corbel" w:cs="Corbel"/>
          <w:i/>
          <w:iCs/>
          <w:smallCaps/>
          <w:sz w:val="24"/>
          <w:szCs w:val="24"/>
        </w:rPr>
        <w:t>2</w:t>
      </w:r>
      <w:r w:rsidRPr="40286E0D" w:rsidR="0085747A">
        <w:rPr>
          <w:rFonts w:ascii="Corbel" w:hAnsi="Corbel" w:eastAsia="Corbel" w:cs="Corbel"/>
          <w:b/>
          <w:bCs/>
          <w:smallCaps/>
          <w:sz w:val="24"/>
          <w:szCs w:val="24"/>
        </w:rPr>
        <w:t xml:space="preserve"> </w:t>
      </w:r>
    </w:p>
    <w:p w:rsidR="0085747A" w:rsidP="40286E0D" w:rsidRDefault="00EA4832" w14:paraId="24E8696B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40286E0D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40286E0D" w:rsidR="0085747A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40286E0D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40286E0D" w:rsidRDefault="00445970" w14:paraId="5E843458" w14:textId="2103B132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hAnsi="Corbel" w:eastAsia="Corbel" w:cs="Corbel"/>
          <w:sz w:val="20"/>
          <w:szCs w:val="20"/>
        </w:rPr>
        <w:t xml:space="preserve">Rok akademicki </w:t>
      </w:r>
      <w:r w:rsidRPr="40286E0D" w:rsidR="00A12EAF">
        <w:rPr>
          <w:rFonts w:ascii="Corbel" w:hAnsi="Corbel" w:eastAsia="Corbel" w:cs="Corbel"/>
          <w:sz w:val="20"/>
          <w:szCs w:val="20"/>
        </w:rPr>
        <w:t>20</w:t>
      </w:r>
      <w:r w:rsidR="00D16936">
        <w:rPr>
          <w:rFonts w:ascii="Corbel" w:hAnsi="Corbel" w:eastAsia="Corbel" w:cs="Corbel"/>
          <w:sz w:val="20"/>
          <w:szCs w:val="20"/>
        </w:rPr>
        <w:t>21</w:t>
      </w:r>
      <w:r w:rsidRPr="40286E0D" w:rsidR="6784DD79">
        <w:rPr>
          <w:rFonts w:ascii="Corbel" w:hAnsi="Corbel" w:eastAsia="Corbel" w:cs="Corbel"/>
          <w:sz w:val="20"/>
          <w:szCs w:val="20"/>
        </w:rPr>
        <w:t>/</w:t>
      </w:r>
      <w:r w:rsidRPr="40286E0D" w:rsidR="00A12EAF">
        <w:rPr>
          <w:rFonts w:ascii="Corbel" w:hAnsi="Corbel" w:eastAsia="Corbel" w:cs="Corbel"/>
          <w:sz w:val="20"/>
          <w:szCs w:val="20"/>
        </w:rPr>
        <w:t>202</w:t>
      </w:r>
      <w:r w:rsidR="00D16936">
        <w:rPr>
          <w:rFonts w:ascii="Corbel" w:hAnsi="Corbel" w:eastAsia="Corbel" w:cs="Corbel"/>
          <w:sz w:val="20"/>
          <w:szCs w:val="20"/>
        </w:rPr>
        <w:t>2</w:t>
      </w:r>
    </w:p>
    <w:p w:rsidRPr="009C54AE" w:rsidR="0085747A" w:rsidP="40286E0D" w:rsidRDefault="0085747A" w14:paraId="672A665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71620A" w14:paraId="0C6E7FD4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40286E0D">
        <w:rPr>
          <w:rFonts w:ascii="Corbel" w:hAnsi="Corbel" w:eastAsia="Corbel" w:cs="Corbel"/>
        </w:rPr>
        <w:t xml:space="preserve">1. </w:t>
      </w:r>
      <w:r w:rsidRPr="40286E0D" w:rsidR="0085747A">
        <w:rPr>
          <w:rFonts w:ascii="Corbel" w:hAnsi="Corbel" w:eastAsia="Corbel" w:cs="Corbel"/>
        </w:rPr>
        <w:t xml:space="preserve">Podstawowe </w:t>
      </w:r>
      <w:r w:rsidRPr="40286E0D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0286E0D" w14:paraId="62826065" w14:textId="77777777">
        <w:tc>
          <w:tcPr>
            <w:tcW w:w="2694" w:type="dxa"/>
            <w:vAlign w:val="center"/>
          </w:tcPr>
          <w:p w:rsidRPr="009C54AE" w:rsidR="0085747A" w:rsidP="40286E0D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3AC6F62D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SYSTEM PENITENCJARNY</w:t>
            </w:r>
          </w:p>
        </w:tc>
      </w:tr>
      <w:tr w:rsidRPr="009C54AE" w:rsidR="0085747A" w:rsidTr="40286E0D" w14:paraId="5CD56B62" w14:textId="77777777">
        <w:tc>
          <w:tcPr>
            <w:tcW w:w="2694" w:type="dxa"/>
            <w:vAlign w:val="center"/>
          </w:tcPr>
          <w:p w:rsidRPr="009C54AE" w:rsidR="0085747A" w:rsidP="40286E0D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02548D7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BW32</w:t>
            </w:r>
          </w:p>
        </w:tc>
      </w:tr>
      <w:tr w:rsidRPr="009C54AE" w:rsidR="0085747A" w:rsidTr="40286E0D" w14:paraId="5C0172EC" w14:textId="77777777">
        <w:tc>
          <w:tcPr>
            <w:tcW w:w="2694" w:type="dxa"/>
            <w:vAlign w:val="center"/>
          </w:tcPr>
          <w:p w:rsidRPr="009C54AE" w:rsidR="0085747A" w:rsidP="40286E0D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40286E0D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86E0D" w14:paraId="0AEA36E1" w14:textId="77777777">
        <w:tc>
          <w:tcPr>
            <w:tcW w:w="2694" w:type="dxa"/>
            <w:vAlign w:val="center"/>
          </w:tcPr>
          <w:p w:rsidRPr="009C54AE" w:rsidR="0085747A" w:rsidP="40286E0D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0286E0D" w14:paraId="08E2BE52" w14:textId="77777777">
        <w:tc>
          <w:tcPr>
            <w:tcW w:w="2694" w:type="dxa"/>
            <w:vAlign w:val="center"/>
          </w:tcPr>
          <w:p w:rsidRPr="009C54AE" w:rsidR="0085747A" w:rsidP="40286E0D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16FA220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0286E0D" w14:paraId="728115D6" w14:textId="77777777">
        <w:tc>
          <w:tcPr>
            <w:tcW w:w="2694" w:type="dxa"/>
            <w:vAlign w:val="center"/>
          </w:tcPr>
          <w:p w:rsidRPr="009C54AE" w:rsidR="0085747A" w:rsidP="40286E0D" w:rsidRDefault="5B71BDA3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205B0BBB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40286E0D" w14:paraId="77AD840C" w14:textId="77777777">
        <w:tc>
          <w:tcPr>
            <w:tcW w:w="2694" w:type="dxa"/>
            <w:vAlign w:val="center"/>
          </w:tcPr>
          <w:p w:rsidRPr="009C54AE" w:rsidR="0085747A" w:rsidP="40286E0D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26323D6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40286E0D" w14:paraId="5C70B2EB" w14:textId="77777777">
        <w:tc>
          <w:tcPr>
            <w:tcW w:w="2694" w:type="dxa"/>
            <w:vAlign w:val="center"/>
          </w:tcPr>
          <w:p w:rsidRPr="009C54AE" w:rsidR="0085747A" w:rsidP="40286E0D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0286E0D" w14:paraId="37F54326" w14:textId="77777777">
        <w:tc>
          <w:tcPr>
            <w:tcW w:w="2694" w:type="dxa"/>
            <w:vAlign w:val="center"/>
          </w:tcPr>
          <w:p w:rsidRPr="009C54AE" w:rsidR="0085747A" w:rsidP="40286E0D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0286E0D" w:rsidR="24E07EC6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D16936" w14:paraId="16D48668" w14:textId="721834FC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>
              <w:rPr>
                <w:rFonts w:ascii="Corbel" w:hAnsi="Corbel" w:eastAsia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Pr="009C54AE" w:rsidR="0085747A" w:rsidTr="40286E0D" w14:paraId="69EA273B" w14:textId="77777777">
        <w:tc>
          <w:tcPr>
            <w:tcW w:w="2694" w:type="dxa"/>
            <w:vAlign w:val="center"/>
          </w:tcPr>
          <w:p w:rsidRPr="009C54AE" w:rsidR="0085747A" w:rsidP="40286E0D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75065D86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40286E0D" w14:paraId="26EB6C12" w14:textId="77777777">
        <w:tc>
          <w:tcPr>
            <w:tcW w:w="2694" w:type="dxa"/>
            <w:vAlign w:val="center"/>
          </w:tcPr>
          <w:p w:rsidRPr="009C54AE" w:rsidR="00923D7D" w:rsidP="40286E0D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40286E0D" w:rsidRDefault="00A12EAF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0286E0D" w14:paraId="6172D18F" w14:textId="77777777">
        <w:tc>
          <w:tcPr>
            <w:tcW w:w="2694" w:type="dxa"/>
            <w:vAlign w:val="center"/>
          </w:tcPr>
          <w:p w:rsidRPr="009C54AE" w:rsidR="0085747A" w:rsidP="40286E0D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68D9E07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Pr="009C54AE" w:rsidR="0085747A" w:rsidTr="40286E0D" w14:paraId="7B2467F8" w14:textId="77777777">
        <w:tc>
          <w:tcPr>
            <w:tcW w:w="2694" w:type="dxa"/>
            <w:vAlign w:val="center"/>
          </w:tcPr>
          <w:p w:rsidRPr="009C54AE" w:rsidR="0085747A" w:rsidP="40286E0D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40286E0D" w:rsidRDefault="00A12EAF" w14:paraId="5B0DA0E3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:rsidRPr="009C54AE" w:rsidR="0085747A" w:rsidP="40286E0D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 xml:space="preserve">* </w:t>
      </w:r>
      <w:r w:rsidRPr="40286E0D">
        <w:rPr>
          <w:rFonts w:ascii="Corbel" w:hAnsi="Corbel" w:eastAsia="Corbel" w:cs="Corbel"/>
          <w:i/>
          <w:iCs/>
          <w:sz w:val="24"/>
          <w:szCs w:val="24"/>
        </w:rPr>
        <w:t>-</w:t>
      </w:r>
      <w:r w:rsidRPr="40286E0D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opcjonalni</w:t>
      </w:r>
      <w:r w:rsidRPr="40286E0D" w:rsidR="00B90885">
        <w:rPr>
          <w:rFonts w:ascii="Corbel" w:hAnsi="Corbel" w:eastAsia="Corbel" w:cs="Corbel"/>
          <w:b w:val="0"/>
          <w:sz w:val="24"/>
          <w:szCs w:val="24"/>
        </w:rPr>
        <w:t>e,</w:t>
      </w:r>
      <w:r w:rsidRPr="40286E0D">
        <w:rPr>
          <w:rFonts w:ascii="Corbel" w:hAnsi="Corbel" w:eastAsia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hAnsi="Corbel" w:eastAsia="Corbel" w:cs="Corbel"/>
          <w:b w:val="0"/>
          <w:i/>
          <w:iCs/>
          <w:sz w:val="24"/>
          <w:szCs w:val="24"/>
        </w:rPr>
        <w:t xml:space="preserve">zgodnie z ustaleniami </w:t>
      </w:r>
      <w:r w:rsidRPr="40286E0D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w Jednostce</w:t>
      </w:r>
    </w:p>
    <w:p w:rsidRPr="009C54AE" w:rsidR="00923D7D" w:rsidP="40286E0D" w:rsidRDefault="00923D7D" w14:paraId="0A37501D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85747A" w14:paraId="7E0A0F74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>1.</w:t>
      </w:r>
      <w:r w:rsidRPr="40286E0D" w:rsidR="00E22FBC">
        <w:rPr>
          <w:rFonts w:ascii="Corbel" w:hAnsi="Corbel" w:eastAsia="Corbel" w:cs="Corbel"/>
          <w:sz w:val="24"/>
          <w:szCs w:val="24"/>
        </w:rPr>
        <w:t>1</w:t>
      </w:r>
      <w:r w:rsidRPr="40286E0D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40286E0D" w:rsidRDefault="00923D7D" w14:paraId="5DAB6C7B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0286E0D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40286E0D" w:rsidRDefault="4C2BF98B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Semestr</w:t>
            </w:r>
          </w:p>
          <w:p w:rsidRPr="009C54AE" w:rsidR="00015B8F" w:rsidP="40286E0D" w:rsidRDefault="45F96611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(</w:t>
            </w:r>
            <w:r w:rsidRPr="40286E0D" w:rsidR="63329B32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Wykł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4C2BF98B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Sem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0286E0D">
              <w:rPr>
                <w:rFonts w:ascii="Corbel" w:hAnsi="Corbel" w:eastAsia="Corbel" w:cs="Corbel"/>
              </w:rPr>
              <w:t>Prakt</w:t>
            </w:r>
            <w:proofErr w:type="spellEnd"/>
            <w:r w:rsidRPr="40286E0D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0286E0D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0286E0D" w:rsidRDefault="4C2BF98B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/>
                <w:bCs/>
              </w:rPr>
            </w:pPr>
            <w:r w:rsidRPr="40286E0D">
              <w:rPr>
                <w:rFonts w:ascii="Corbel" w:hAnsi="Corbel" w:eastAsia="Corbel" w:cs="Corbel"/>
                <w:b/>
                <w:bCs/>
              </w:rPr>
              <w:t>Liczba pkt</w:t>
            </w:r>
            <w:r w:rsidRPr="40286E0D" w:rsidR="00B90885">
              <w:rPr>
                <w:rFonts w:ascii="Corbel" w:hAnsi="Corbel" w:eastAsia="Corbel" w:cs="Corbel"/>
                <w:b/>
                <w:bCs/>
              </w:rPr>
              <w:t>.</w:t>
            </w:r>
            <w:r w:rsidRPr="40286E0D">
              <w:rPr>
                <w:rFonts w:ascii="Corbel" w:hAnsi="Corbel" w:eastAsia="Corbel" w:cs="Corbel"/>
                <w:b/>
                <w:bCs/>
              </w:rPr>
              <w:t xml:space="preserve"> ECTS</w:t>
            </w:r>
          </w:p>
        </w:tc>
      </w:tr>
      <w:tr w:rsidRPr="009C54AE" w:rsidR="00015B8F" w:rsidTr="40286E0D" w14:paraId="3D34B09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40286E0D" w:rsidRDefault="00A12EAF" w14:paraId="345A8E22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2EB378F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6A05A80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29849675" w14:paraId="219897CE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5A39BBE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41C8F39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72A3D3E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D0B940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015B8F" w14:paraId="0E27B00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0286E0D" w:rsidRDefault="00A12EAF" w14:paraId="18F999B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923D7D" w:rsidP="40286E0D" w:rsidRDefault="00923D7D" w14:paraId="60061E4C" w14:textId="77777777">
      <w:pPr>
        <w:pStyle w:val="Podpunkty"/>
        <w:ind w:left="0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923D7D" w:rsidP="40286E0D" w:rsidRDefault="00923D7D" w14:paraId="44EAFD9C" w14:textId="77777777">
      <w:pPr>
        <w:pStyle w:val="Podpunkty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85747A" w:rsidP="40286E0D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smallCaps w:val="0"/>
        </w:rPr>
      </w:pPr>
      <w:r w:rsidRPr="40286E0D">
        <w:rPr>
          <w:rFonts w:ascii="Corbel" w:hAnsi="Corbel" w:eastAsia="Corbel" w:cs="Corbel"/>
          <w:smallCaps w:val="0"/>
        </w:rPr>
        <w:t>1.</w:t>
      </w:r>
      <w:r w:rsidRPr="40286E0D" w:rsidR="00E22FBC">
        <w:rPr>
          <w:rFonts w:ascii="Corbel" w:hAnsi="Corbel" w:eastAsia="Corbel" w:cs="Corbel"/>
          <w:smallCaps w:val="0"/>
        </w:rPr>
        <w:t>2</w:t>
      </w:r>
      <w:r w:rsidRPr="40286E0D" w:rsidR="00F83B28">
        <w:rPr>
          <w:rFonts w:ascii="Corbel" w:hAnsi="Corbel" w:eastAsia="Corbel" w:cs="Corbel"/>
          <w:smallCaps w:val="0"/>
        </w:rPr>
        <w:t>.</w:t>
      </w:r>
      <w:r>
        <w:tab/>
      </w:r>
      <w:r w:rsidRPr="40286E0D">
        <w:rPr>
          <w:rFonts w:ascii="Corbel" w:hAnsi="Corbel" w:eastAsia="Corbel" w:cs="Corbel"/>
          <w:smallCaps w:val="0"/>
        </w:rPr>
        <w:t xml:space="preserve">Sposób realizacji zajęć  </w:t>
      </w:r>
    </w:p>
    <w:p w:rsidRPr="009C54AE" w:rsidR="0085747A" w:rsidP="40286E0D" w:rsidRDefault="00A12EAF" w14:paraId="1DD88E3C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40286E0D">
        <w:rPr>
          <w:rFonts w:ascii="Corbel" w:hAnsi="Corbel" w:eastAsia="Corbel" w:cs="Corbel"/>
          <w:b w:val="0"/>
        </w:rPr>
        <w:t>☒</w:t>
      </w:r>
      <w:r w:rsidRPr="40286E0D" w:rsidR="0085747A">
        <w:rPr>
          <w:rFonts w:ascii="Corbel" w:hAnsi="Corbel" w:eastAsia="Corbel" w:cs="Corbel"/>
          <w:b w:val="0"/>
          <w:smallCaps w:val="0"/>
        </w:rPr>
        <w:t xml:space="preserve"> zajęcia w formie tradycyjnej </w:t>
      </w:r>
    </w:p>
    <w:p w:rsidRPr="00990C04" w:rsidR="00D16936" w:rsidP="00D16936" w:rsidRDefault="00D16936" w14:paraId="2B4F8B47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Segoe UI Symbol" w:hAnsi="Segoe UI Symbol" w:eastAsia="Segoe UI Symbol" w:cs="Segoe UI Symbol"/>
          <w:sz w:val="24"/>
          <w:szCs w:val="24"/>
        </w:rPr>
        <w:t>☒</w:t>
      </w:r>
      <w:r w:rsidRPr="00990C04">
        <w:rPr>
          <w:rFonts w:ascii="Corbel" w:hAnsi="Corbel" w:eastAsia="Corbel" w:cs="Corbel"/>
          <w:sz w:val="24"/>
          <w:szCs w:val="24"/>
        </w:rPr>
        <w:t xml:space="preserve">  zajęcia realizowane z wykorzystaniem metod i technik kształcenia na odległość</w:t>
      </w:r>
    </w:p>
    <w:p w:rsidRPr="009C54AE" w:rsidR="0085747A" w:rsidP="40286E0D" w:rsidRDefault="0085747A" w14:paraId="4B94D5A5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p w:rsidRPr="009C54AE" w:rsidR="00E22FBC" w:rsidP="40286E0D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1.3 </w:t>
      </w:r>
      <w:r>
        <w:tab/>
      </w:r>
      <w:r w:rsidRPr="40286E0D">
        <w:rPr>
          <w:rFonts w:ascii="Corbel" w:hAnsi="Corbel" w:eastAsia="Corbel" w:cs="Corbel"/>
          <w:smallCaps w:val="0"/>
        </w:rPr>
        <w:t>For</w:t>
      </w:r>
      <w:r w:rsidRPr="40286E0D" w:rsidR="00445970">
        <w:rPr>
          <w:rFonts w:ascii="Corbel" w:hAnsi="Corbel" w:eastAsia="Corbel" w:cs="Corbel"/>
          <w:smallCaps w:val="0"/>
        </w:rPr>
        <w:t xml:space="preserve">ma zaliczenia przedmiotu </w:t>
      </w:r>
      <w:r w:rsidRPr="40286E0D">
        <w:rPr>
          <w:rFonts w:ascii="Corbel" w:hAnsi="Corbel" w:eastAsia="Corbel" w:cs="Corbel"/>
          <w:smallCaps w:val="0"/>
        </w:rPr>
        <w:t xml:space="preserve"> (z toku) </w:t>
      </w:r>
      <w:r w:rsidRPr="40286E0D">
        <w:rPr>
          <w:rFonts w:ascii="Corbel" w:hAnsi="Corbel" w:eastAsia="Corbel" w:cs="Corbel"/>
          <w:b w:val="0"/>
          <w:smallCaps w:val="0"/>
        </w:rPr>
        <w:t>(egzamin, zaliczenie z oceną, zaliczenie bez oceny)</w:t>
      </w:r>
    </w:p>
    <w:p w:rsidR="00A12EAF" w:rsidP="40286E0D" w:rsidRDefault="00A12EAF" w14:paraId="3DEEC66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9C54AE" w:rsidP="40286E0D" w:rsidRDefault="00A12EAF" w14:paraId="55D48E7E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  <w:r w:rsidRPr="40286E0D">
        <w:rPr>
          <w:rFonts w:ascii="Corbel" w:hAnsi="Corbel" w:eastAsia="Corbel" w:cs="Corbel"/>
          <w:b w:val="0"/>
        </w:rPr>
        <w:t>zaliczenie z oceną</w:t>
      </w:r>
    </w:p>
    <w:p w:rsidR="00E960BB" w:rsidP="40286E0D" w:rsidRDefault="00E960BB" w14:paraId="3656B9AB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E960BB" w:rsidP="40286E0D" w:rsidRDefault="0085747A" w14:paraId="261BAAD1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0286E0D" w14:paraId="394C4B5D" w14:textId="77777777">
        <w:tc>
          <w:tcPr>
            <w:tcW w:w="9670" w:type="dxa"/>
          </w:tcPr>
          <w:p w:rsidRPr="009C54AE" w:rsidR="0085747A" w:rsidP="40286E0D" w:rsidRDefault="00A12EAF" w14:paraId="45FB0818" w14:textId="15F6CF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:rsidR="00153C41" w:rsidP="40286E0D" w:rsidRDefault="00153C41" w14:paraId="049F31CB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40286E0D" w:rsidRDefault="0071620A" w14:paraId="7DB6D4EE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</w:rPr>
        <w:t>3.</w:t>
      </w:r>
      <w:r w:rsidRPr="40286E0D" w:rsidR="0085747A">
        <w:rPr>
          <w:rFonts w:ascii="Corbel" w:hAnsi="Corbel" w:eastAsia="Corbel" w:cs="Corbel"/>
        </w:rPr>
        <w:t xml:space="preserve"> </w:t>
      </w:r>
      <w:r w:rsidRPr="40286E0D" w:rsidR="00A84C85">
        <w:rPr>
          <w:rFonts w:ascii="Corbel" w:hAnsi="Corbel" w:eastAsia="Corbel" w:cs="Corbel"/>
        </w:rPr>
        <w:t>cele, efekty uczenia się</w:t>
      </w:r>
      <w:r w:rsidRPr="40286E0D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40286E0D" w:rsidRDefault="0085747A" w14:paraId="53128261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40286E0D" w:rsidRDefault="0071620A" w14:paraId="04643D83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 xml:space="preserve">3.1 </w:t>
      </w:r>
      <w:r w:rsidRPr="40286E0D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40286E0D" w:rsidRDefault="00F83B28" w14:paraId="62486C05" w14:textId="77777777">
      <w:pPr>
        <w:pStyle w:val="Podpunkty"/>
        <w:rPr>
          <w:rFonts w:ascii="Corbel" w:hAnsi="Corbel" w:eastAsia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0286E0D" w14:paraId="07AC20DA" w14:textId="77777777">
        <w:tc>
          <w:tcPr>
            <w:tcW w:w="851" w:type="dxa"/>
            <w:vAlign w:val="center"/>
          </w:tcPr>
          <w:p w:rsidRPr="009C54AE" w:rsidR="0085747A" w:rsidP="40286E0D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083C32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Poznanie podstawowych pojęć, uwarunkowań, zadań związanych z systemem penitencjarnym w Polsce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oraz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ś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rodk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ów i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metod wychowawcz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ych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stosowan</w:t>
            </w:r>
            <w:r w:rsidRPr="40286E0D" w:rsidR="000654C9">
              <w:rPr>
                <w:rFonts w:ascii="Corbel" w:hAnsi="Corbel" w:eastAsia="Corbel" w:cs="Corbel"/>
                <w:b w:val="0"/>
                <w:sz w:val="24"/>
                <w:szCs w:val="24"/>
              </w:rPr>
              <w:t>ych</w:t>
            </w: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w czasie wykonywania kary pozbawienia wolności. </w:t>
            </w:r>
          </w:p>
        </w:tc>
      </w:tr>
      <w:tr w:rsidRPr="009C54AE" w:rsidR="0085747A" w:rsidTr="40286E0D" w14:paraId="356EEAFC" w14:textId="77777777">
        <w:tc>
          <w:tcPr>
            <w:tcW w:w="851" w:type="dxa"/>
            <w:vAlign w:val="center"/>
          </w:tcPr>
          <w:p w:rsidRPr="009C54AE" w:rsidR="0085747A" w:rsidP="40286E0D" w:rsidRDefault="00A12EAF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1131E4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Pr="009C54AE" w:rsidR="0085747A" w:rsidTr="40286E0D" w14:paraId="555F9074" w14:textId="77777777">
        <w:tc>
          <w:tcPr>
            <w:tcW w:w="851" w:type="dxa"/>
            <w:vAlign w:val="center"/>
          </w:tcPr>
          <w:p w:rsidRPr="009C54AE" w:rsidR="0085747A" w:rsidP="40286E0D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C</w:t>
            </w:r>
            <w:r w:rsidRPr="40286E0D" w:rsidR="00A12EAF">
              <w:rPr>
                <w:rFonts w:ascii="Corbel" w:hAnsi="Corbel" w:eastAsia="Corbel" w:cs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40286E0D" w:rsidRDefault="00A12EAF" w14:paraId="6C7C50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Pr="009C54AE" w:rsidR="000654C9" w:rsidTr="40286E0D" w14:paraId="5D99AA11" w14:textId="77777777">
        <w:tc>
          <w:tcPr>
            <w:tcW w:w="851" w:type="dxa"/>
            <w:vAlign w:val="center"/>
          </w:tcPr>
          <w:p w:rsidRPr="009C54AE" w:rsidR="000654C9" w:rsidP="40286E0D" w:rsidRDefault="000654C9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A12EAF" w:rsidR="000654C9" w:rsidP="40286E0D" w:rsidRDefault="000654C9" w14:paraId="3538D0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:rsidRPr="009C54AE" w:rsidR="0085747A" w:rsidP="40286E0D" w:rsidRDefault="0085747A" w14:paraId="4101652C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  <w:color w:val="000000"/>
        </w:rPr>
      </w:pPr>
    </w:p>
    <w:p w:rsidRPr="009C54AE" w:rsidR="001D7B54" w:rsidP="40286E0D" w:rsidRDefault="009F4610" w14:paraId="47F42425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 xml:space="preserve">3.2 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Efekty </w:t>
      </w:r>
      <w:r w:rsidRPr="40286E0D" w:rsidR="00C05F44">
        <w:rPr>
          <w:rFonts w:ascii="Corbel" w:hAnsi="Corbel" w:eastAsia="Corbel" w:cs="Corbel"/>
          <w:b/>
          <w:bCs/>
          <w:sz w:val="24"/>
          <w:szCs w:val="24"/>
        </w:rPr>
        <w:t xml:space="preserve">uczenia się 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>dla przedmiotu</w:t>
      </w:r>
      <w:r w:rsidRPr="40286E0D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40286E0D" w:rsidRDefault="001D7B54" w14:paraId="4B99056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40286E0D" w14:paraId="61F38664" w14:textId="77777777">
        <w:tc>
          <w:tcPr>
            <w:tcW w:w="1701" w:type="dxa"/>
            <w:vAlign w:val="center"/>
          </w:tcPr>
          <w:p w:rsidRPr="009C54AE" w:rsidR="0085747A" w:rsidP="40286E0D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smallCaps w:val="0"/>
              </w:rPr>
              <w:t>EK</w:t>
            </w:r>
            <w:r w:rsidRPr="40286E0D" w:rsidR="00A84C85">
              <w:rPr>
                <w:rFonts w:ascii="Corbel" w:hAnsi="Corbel" w:eastAsia="Corbel" w:cs="Corbel"/>
                <w:b w:val="0"/>
                <w:smallCaps w:val="0"/>
              </w:rPr>
              <w:t xml:space="preserve"> (</w:t>
            </w:r>
            <w:r w:rsidRPr="40286E0D" w:rsidR="00C05F44">
              <w:rPr>
                <w:rFonts w:ascii="Corbel" w:hAnsi="Corbel" w:eastAsia="Corbel" w:cs="Corbel"/>
                <w:b w:val="0"/>
                <w:smallCaps w:val="0"/>
              </w:rPr>
              <w:t>efekt uczenia się</w:t>
            </w:r>
            <w:r w:rsidRPr="40286E0D" w:rsidR="186097BE">
              <w:rPr>
                <w:rFonts w:ascii="Corbel" w:hAnsi="Corbel" w:eastAsia="Corbel" w:cs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40286E0D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Treść efektu </w:t>
            </w:r>
            <w:r w:rsidRPr="40286E0D" w:rsidR="00C05F44">
              <w:rPr>
                <w:rFonts w:ascii="Corbel" w:hAnsi="Corbel" w:eastAsia="Corbel" w:cs="Corbel"/>
                <w:b w:val="0"/>
                <w:smallCaps w:val="0"/>
              </w:rPr>
              <w:t xml:space="preserve">uczenia się </w:t>
            </w: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40286E0D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Odniesienie do efektów  kierunkowych </w:t>
            </w:r>
            <w:r w:rsidRPr="40286E0D" w:rsidR="0030395F">
              <w:rPr>
                <w:rStyle w:val="Odwoanieprzypisudolnego"/>
                <w:rFonts w:ascii="Corbel" w:hAnsi="Corbel" w:eastAsia="Corbel" w:cs="Corbel"/>
                <w:b w:val="0"/>
                <w:smallCaps w:val="0"/>
              </w:rPr>
              <w:footnoteReference w:id="1"/>
            </w:r>
          </w:p>
        </w:tc>
      </w:tr>
      <w:tr w:rsidRPr="009C54AE" w:rsidR="000654C9" w:rsidTr="40286E0D" w14:paraId="62924F06" w14:textId="77777777">
        <w:tc>
          <w:tcPr>
            <w:tcW w:w="1701" w:type="dxa"/>
          </w:tcPr>
          <w:p w:rsidRPr="00E200F5" w:rsidR="000654C9" w:rsidP="40286E0D" w:rsidRDefault="000654C9" w14:paraId="4FCA596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:rsidRPr="006265EA" w:rsidR="000654C9" w:rsidP="40286E0D" w:rsidRDefault="000654C9" w14:paraId="51CD04D1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Definiuje podstawowe pojęcia z zakresu systemu penitencjarnego. Potrafi porównać niektóre aspekty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</w:rPr>
              <w:t>penitencjarystyki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w Polsce, krajach UE oraz na Ukrainie </w:t>
            </w:r>
          </w:p>
        </w:tc>
        <w:tc>
          <w:tcPr>
            <w:tcW w:w="1873" w:type="dxa"/>
          </w:tcPr>
          <w:p w:rsidRPr="00E200F5" w:rsidR="000654C9" w:rsidP="40286E0D" w:rsidRDefault="000654C9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K_W01</w:t>
            </w:r>
          </w:p>
          <w:p w:rsidRPr="00E200F5" w:rsidR="000654C9" w:rsidP="40286E0D" w:rsidRDefault="000654C9" w14:paraId="1299C43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</w:p>
          <w:p w:rsidRPr="00E200F5" w:rsidR="000654C9" w:rsidP="40286E0D" w:rsidRDefault="000654C9" w14:paraId="4DDBEF0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</w:p>
        </w:tc>
      </w:tr>
      <w:tr w:rsidRPr="009C54AE" w:rsidR="000654C9" w:rsidTr="40286E0D" w14:paraId="05539F10" w14:textId="77777777">
        <w:tc>
          <w:tcPr>
            <w:tcW w:w="1701" w:type="dxa"/>
          </w:tcPr>
          <w:p w:rsidRPr="00E200F5" w:rsidR="000654C9" w:rsidP="40286E0D" w:rsidRDefault="000654C9" w14:paraId="56A76B1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:rsidRPr="006265EA" w:rsidR="000654C9" w:rsidP="40286E0D" w:rsidRDefault="000654C9" w14:paraId="0E728485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Ma uporządkowaną wiedzę na temat zasad i norm etycznych       w relacjach  interpersonalnych pomiędzy kadrą więzienna, a osadzonymi .</w:t>
            </w:r>
          </w:p>
        </w:tc>
        <w:tc>
          <w:tcPr>
            <w:tcW w:w="1873" w:type="dxa"/>
          </w:tcPr>
          <w:p w:rsidRPr="00E200F5" w:rsidR="000654C9" w:rsidP="40286E0D" w:rsidRDefault="000654C9" w14:paraId="01A75E0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K_W04</w:t>
            </w:r>
          </w:p>
        </w:tc>
      </w:tr>
      <w:tr w:rsidRPr="009C54AE" w:rsidR="000654C9" w:rsidTr="40286E0D" w14:paraId="67AC2350" w14:textId="77777777">
        <w:tc>
          <w:tcPr>
            <w:tcW w:w="1701" w:type="dxa"/>
          </w:tcPr>
          <w:p w:rsidRPr="00E200F5" w:rsidR="000654C9" w:rsidP="40286E0D" w:rsidRDefault="000654C9" w14:paraId="4196080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:rsidRPr="006265EA" w:rsidR="000654C9" w:rsidP="40286E0D" w:rsidRDefault="000654C9" w14:paraId="6D0699C9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Posiada umiejętność identyfikowania najważniejszych metod i środków wychowawczych. Rozpoznaje i diagnozuje najważniejsze procesy i zjawiska charakterystyczne dla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penitencjarystyki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w Polsce. </w:t>
            </w:r>
          </w:p>
        </w:tc>
        <w:tc>
          <w:tcPr>
            <w:tcW w:w="1873" w:type="dxa"/>
          </w:tcPr>
          <w:p w:rsidRPr="00E200F5" w:rsidR="000654C9" w:rsidP="40286E0D" w:rsidRDefault="000654C9" w14:paraId="31229AF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K_U04</w:t>
            </w:r>
          </w:p>
        </w:tc>
      </w:tr>
      <w:tr w:rsidRPr="009C54AE" w:rsidR="000654C9" w:rsidTr="40286E0D" w14:paraId="545EED42" w14:textId="77777777">
        <w:tc>
          <w:tcPr>
            <w:tcW w:w="1701" w:type="dxa"/>
          </w:tcPr>
          <w:p w:rsidRPr="00E200F5" w:rsidR="000654C9" w:rsidP="40286E0D" w:rsidRDefault="000654C9" w14:paraId="78C3198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:rsidRPr="006265EA" w:rsidR="000654C9" w:rsidP="40286E0D" w:rsidRDefault="000654C9" w14:paraId="2447C067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Analizuje  i potrafi  scharakteryzować najważniejsze oddziaływania penitencjarne stosowane względem osadzonych. </w:t>
            </w:r>
          </w:p>
        </w:tc>
        <w:tc>
          <w:tcPr>
            <w:tcW w:w="1873" w:type="dxa"/>
          </w:tcPr>
          <w:p w:rsidRPr="00E200F5" w:rsidR="000654C9" w:rsidP="40286E0D" w:rsidRDefault="000654C9" w14:paraId="0495AD7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K_U06</w:t>
            </w:r>
          </w:p>
        </w:tc>
      </w:tr>
      <w:tr w:rsidRPr="009C54AE" w:rsidR="000654C9" w:rsidTr="40286E0D" w14:paraId="0B39FA4A" w14:textId="77777777">
        <w:tc>
          <w:tcPr>
            <w:tcW w:w="1701" w:type="dxa"/>
          </w:tcPr>
          <w:p w:rsidRPr="00E200F5" w:rsidR="000654C9" w:rsidP="40286E0D" w:rsidRDefault="000654C9" w14:paraId="7435726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:rsidRPr="006265EA" w:rsidR="000654C9" w:rsidP="40286E0D" w:rsidRDefault="000654C9" w14:paraId="5CECD350" w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Jest przygotowany do aktywnego uczestnictwa w oddziaływaniach penitencjarnych we wszystkich typach i rodzajach jednostek penitencjarnych</w:t>
            </w:r>
          </w:p>
        </w:tc>
        <w:tc>
          <w:tcPr>
            <w:tcW w:w="1873" w:type="dxa"/>
          </w:tcPr>
          <w:p w:rsidRPr="00E200F5" w:rsidR="000654C9" w:rsidP="40286E0D" w:rsidRDefault="000654C9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K_K01</w:t>
            </w:r>
          </w:p>
          <w:p w:rsidRPr="00E200F5" w:rsidR="000654C9" w:rsidP="40286E0D" w:rsidRDefault="000654C9" w14:paraId="621F473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K_K08</w:t>
            </w:r>
          </w:p>
        </w:tc>
      </w:tr>
    </w:tbl>
    <w:p w:rsidRPr="009C54AE" w:rsidR="0085747A" w:rsidP="40286E0D" w:rsidRDefault="0085747A" w14:paraId="3461D77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0654C9" w:rsidR="0085747A" w:rsidP="40286E0D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>3.3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 </w:t>
      </w:r>
      <w:r w:rsidRPr="40286E0D" w:rsidR="0085747A">
        <w:rPr>
          <w:rFonts w:ascii="Corbel" w:hAnsi="Corbel" w:eastAsia="Corbel" w:cs="Corbel"/>
          <w:b/>
          <w:bCs/>
          <w:sz w:val="24"/>
          <w:szCs w:val="24"/>
        </w:rPr>
        <w:t>T</w:t>
      </w:r>
      <w:r w:rsidRPr="40286E0D" w:rsidR="001D7B54">
        <w:rPr>
          <w:rFonts w:ascii="Corbel" w:hAnsi="Corbel" w:eastAsia="Corbel" w:cs="Corbel"/>
          <w:b/>
          <w:bCs/>
          <w:sz w:val="24"/>
          <w:szCs w:val="24"/>
        </w:rPr>
        <w:t xml:space="preserve">reści programowe </w:t>
      </w:r>
      <w:r w:rsidRPr="40286E0D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40286E0D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0286E0D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0286E0D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0286E0D">
        <w:rPr>
          <w:rFonts w:ascii="Corbel" w:hAnsi="Corbel" w:eastAsia="Corbel" w:cs="Corbel"/>
          <w:sz w:val="24"/>
          <w:szCs w:val="24"/>
        </w:rPr>
        <w:t xml:space="preserve">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Pr="00990C04" w:rsidR="00D16936" w:rsidTr="00D16936" w14:paraId="72D236BE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D16936" w:rsidR="00D16936" w:rsidP="00D16936" w:rsidRDefault="00D16936" w14:paraId="4F18506D" w14:textId="77777777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Pr="00990C04" w:rsidR="00D16936" w:rsidTr="00D16936" w14:paraId="426610A5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058B0C5D" w14:textId="7EA6055F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Pr="00990C04" w:rsidR="00D16936" w:rsidTr="00D16936" w14:paraId="772B661C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60996102" w14:textId="3A060DFD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Pr="00990C04" w:rsidR="00D16936" w:rsidTr="00D16936" w14:paraId="32F0D701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56F93EF3" w14:textId="3F55BE61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Populacja osadzonych, charakterystyka grupy</w:t>
            </w:r>
          </w:p>
        </w:tc>
      </w:tr>
      <w:tr w:rsidRPr="00990C04" w:rsidR="00D16936" w:rsidTr="00D16936" w14:paraId="13CC89A0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5C751C53" w14:textId="1B2F36D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Typy i rodzaje zakładów karnych- ich specyfik</w:t>
            </w:r>
            <w:r>
              <w:rPr>
                <w:rFonts w:ascii="Corbel" w:hAnsi="Corbel" w:eastAsia="Times New Roman"/>
                <w:sz w:val="24"/>
                <w:szCs w:val="24"/>
              </w:rPr>
              <w:t>a</w:t>
            </w:r>
          </w:p>
        </w:tc>
      </w:tr>
      <w:tr w:rsidRPr="00990C04" w:rsidR="00D16936" w:rsidTr="00D16936" w14:paraId="2F0C16A9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28C88110" w14:textId="7D57A41A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Pr="00990C04" w:rsidR="00D16936" w:rsidTr="00D16936" w14:paraId="65163FBD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7DCE0EAF" w14:textId="263F7D05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praca, nauczanie. Wybrane przykłady</w:t>
            </w:r>
          </w:p>
        </w:tc>
      </w:tr>
      <w:tr w:rsidRPr="00990C04" w:rsidR="00D16936" w:rsidTr="00D16936" w14:paraId="66DE7663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219832B8" w14:textId="7777777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Pr="00990C04" w:rsidR="00D16936" w:rsidTr="00D16936" w14:paraId="1EDCC867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7F70A0FB" w14:textId="6CAC0128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Pr="00990C04" w:rsidR="00D16936" w:rsidTr="00D16936" w14:paraId="1748E447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1700DDC7" w14:textId="1DB53B4B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Programy resocjalizacyjne, teoria, rozwiązania praktyczne</w:t>
            </w:r>
          </w:p>
        </w:tc>
      </w:tr>
      <w:tr w:rsidRPr="00990C04" w:rsidR="00D16936" w:rsidTr="00D16936" w14:paraId="1D920D2C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626A281F" w14:textId="4CB0651E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Pr="00990C04" w:rsidR="00D16936" w:rsidTr="00D16936" w14:paraId="0F67D36F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071017A5" w14:textId="77777777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Wizyta studyjna w jednostce penitencjarnej</w:t>
            </w:r>
            <w:r>
              <w:rPr>
                <w:rFonts w:ascii="Corbel" w:hAnsi="Corbel" w:eastAsia="Times New Roman"/>
                <w:sz w:val="24"/>
                <w:szCs w:val="24"/>
              </w:rPr>
              <w:t xml:space="preserve"> w Polsce  i na Węgrzech</w:t>
            </w:r>
          </w:p>
        </w:tc>
      </w:tr>
      <w:tr w:rsidRPr="00990C04" w:rsidR="00D16936" w:rsidTr="00D16936" w14:paraId="7E8BB5CF" w14:textId="77777777">
        <w:trPr>
          <w:trHeight w:val="1"/>
        </w:trPr>
        <w:tc>
          <w:tcPr>
            <w:tcW w:w="8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:rsidRPr="00990C04" w:rsidR="00D16936" w:rsidP="00D16936" w:rsidRDefault="00D16936" w14:paraId="1D270F89" w14:textId="26240492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Kolokwium zaliczeniowe</w:t>
            </w:r>
          </w:p>
        </w:tc>
      </w:tr>
    </w:tbl>
    <w:p w:rsidRPr="00D16936" w:rsidR="0085747A" w:rsidP="00D16936" w:rsidRDefault="0085747A" w14:paraId="3CF2D8B6" w14:textId="77777777">
      <w:pPr>
        <w:spacing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0286E0D" w:rsidRDefault="009F4610" w14:paraId="61F0D56C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  <w:r w:rsidRPr="40286E0D">
        <w:rPr>
          <w:rFonts w:ascii="Corbel" w:hAnsi="Corbel" w:eastAsia="Corbel" w:cs="Corbel"/>
          <w:smallCaps w:val="0"/>
        </w:rPr>
        <w:t>3.4 Metody dydaktyczne</w:t>
      </w:r>
      <w:r w:rsidRPr="40286E0D">
        <w:rPr>
          <w:rFonts w:ascii="Corbel" w:hAnsi="Corbel" w:eastAsia="Corbel" w:cs="Corbel"/>
          <w:b w:val="0"/>
          <w:smallCaps w:val="0"/>
        </w:rPr>
        <w:t xml:space="preserve"> </w:t>
      </w:r>
    </w:p>
    <w:p w:rsidR="00D16936" w:rsidP="00D16936" w:rsidRDefault="00D16936" w14:paraId="4296BFD9" w14:textId="7A348F2C">
      <w:pPr>
        <w:pStyle w:val="Punktygwne"/>
        <w:tabs>
          <w:tab w:val="left" w:pos="284"/>
        </w:tabs>
        <w:spacing w:after="0"/>
        <w:rPr>
          <w:rFonts w:ascii="Corbel" w:hAnsi="Corbel" w:eastAsia="Corbel" w:cs="Corbel"/>
          <w:b w:val="0"/>
          <w:smallCaps w:val="0"/>
          <w:szCs w:val="24"/>
        </w:rPr>
      </w:pPr>
      <w:r w:rsidRPr="00D16936">
        <w:rPr>
          <w:rFonts w:ascii="Corbel" w:hAnsi="Corbel" w:eastAsia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 w:rsidRPr="00D16936">
        <w:rPr>
          <w:rFonts w:ascii="Corbel" w:hAnsi="Corbel" w:eastAsia="Corbel" w:cs="Corbel"/>
          <w:b w:val="0"/>
          <w:smallCaps w:val="0"/>
          <w:szCs w:val="24"/>
        </w:rPr>
        <w:t>e-learning</w:t>
      </w:r>
      <w:r>
        <w:rPr>
          <w:rFonts w:ascii="Corbel" w:hAnsi="Corbel" w:eastAsia="Corbel" w:cs="Corbel"/>
          <w:b w:val="0"/>
          <w:smallCaps w:val="0"/>
          <w:szCs w:val="24"/>
        </w:rPr>
        <w:t>.</w:t>
      </w:r>
    </w:p>
    <w:p w:rsidR="00D16936" w:rsidP="00D16936" w:rsidRDefault="00D16936" w14:paraId="48FACBEB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00D16936" w:rsidRDefault="00C61DC5" w14:paraId="1078A5AC" w14:textId="2C4AB47C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 </w:t>
      </w:r>
      <w:r w:rsidRPr="40286E0D" w:rsidR="0085747A">
        <w:rPr>
          <w:rFonts w:ascii="Corbel" w:hAnsi="Corbel" w:eastAsia="Corbel" w:cs="Corbel"/>
          <w:smallCaps w:val="0"/>
        </w:rPr>
        <w:t>METODY I KRYTERIA OCENY</w:t>
      </w:r>
      <w:r w:rsidRPr="40286E0D" w:rsidR="009F4610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0286E0D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0286E0D" w:rsidRDefault="0085747A" w14:paraId="53742AD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4.1 Sposoby weryfikacji efektów </w:t>
      </w:r>
      <w:r w:rsidRPr="40286E0D" w:rsidR="00C05F44">
        <w:rPr>
          <w:rFonts w:ascii="Corbel" w:hAnsi="Corbel" w:eastAsia="Corbel" w:cs="Corbel"/>
          <w:smallCaps w:val="0"/>
        </w:rPr>
        <w:t>uczenia się</w:t>
      </w:r>
    </w:p>
    <w:p w:rsidRPr="009C54AE" w:rsidR="0085747A" w:rsidP="40286E0D" w:rsidRDefault="0085747A" w14:paraId="0562CB0E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Pr="009C54AE" w:rsidR="0085747A" w:rsidTr="40286E0D" w14:paraId="3CD72C34" w14:textId="77777777">
        <w:tc>
          <w:tcPr>
            <w:tcW w:w="1960" w:type="dxa"/>
            <w:vAlign w:val="center"/>
          </w:tcPr>
          <w:p w:rsidRPr="009C54AE" w:rsidR="0085747A" w:rsidP="40286E0D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:rsidRPr="009C54AE" w:rsidR="0085747A" w:rsidP="40286E0D" w:rsidRDefault="1F9B769D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Pr="009C54AE" w:rsidR="0085747A" w:rsidP="40286E0D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(</w:t>
            </w:r>
            <w:r w:rsidRPr="40286E0D" w:rsidR="0085747A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40286E0D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Forma zajęć dydaktycznych </w:t>
            </w:r>
          </w:p>
          <w:p w:rsidRPr="009C54AE" w:rsidR="0085747A" w:rsidP="40286E0D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(w, </w:t>
            </w:r>
            <w:proofErr w:type="spellStart"/>
            <w:r w:rsidRPr="40286E0D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proofErr w:type="spellEnd"/>
            <w:r w:rsidRPr="40286E0D">
              <w:rPr>
                <w:rFonts w:ascii="Corbel" w:hAnsi="Corbel" w:eastAsia="Corbel" w:cs="Corbel"/>
                <w:b w:val="0"/>
                <w:smallCaps w:val="0"/>
              </w:rPr>
              <w:t>, …)</w:t>
            </w:r>
          </w:p>
        </w:tc>
      </w:tr>
      <w:tr w:rsidRPr="009C54AE" w:rsidR="000654C9" w:rsidTr="40286E0D" w14:paraId="274ECA98" w14:textId="77777777">
        <w:tc>
          <w:tcPr>
            <w:tcW w:w="1960" w:type="dxa"/>
          </w:tcPr>
          <w:p w:rsidRPr="00E200F5" w:rsidR="000654C9" w:rsidP="40286E0D" w:rsidRDefault="000654C9" w14:paraId="38E5795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:rsidRPr="00E200F5" w:rsidR="000654C9" w:rsidP="40286E0D" w:rsidRDefault="000654C9" w14:paraId="6E86C22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492FF9E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5A7DAA53" w14:textId="77777777">
        <w:tc>
          <w:tcPr>
            <w:tcW w:w="1960" w:type="dxa"/>
          </w:tcPr>
          <w:p w:rsidRPr="00E200F5" w:rsidR="000654C9" w:rsidP="40286E0D" w:rsidRDefault="000654C9" w14:paraId="7E00188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:rsidRPr="00E200F5" w:rsidR="000654C9" w:rsidP="40286E0D" w:rsidRDefault="000654C9" w14:paraId="693FBAB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2C1B693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24AEFC2F" w14:textId="77777777">
        <w:tc>
          <w:tcPr>
            <w:tcW w:w="1960" w:type="dxa"/>
          </w:tcPr>
          <w:p w:rsidRPr="00E200F5" w:rsidR="000654C9" w:rsidP="40286E0D" w:rsidRDefault="000654C9" w14:paraId="17267E2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:rsidRPr="00E200F5" w:rsidR="000654C9" w:rsidP="40286E0D" w:rsidRDefault="000654C9" w14:paraId="4887DFA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71F372F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57811403" w14:textId="77777777">
        <w:tc>
          <w:tcPr>
            <w:tcW w:w="1960" w:type="dxa"/>
          </w:tcPr>
          <w:p w:rsidRPr="00E200F5" w:rsidR="000654C9" w:rsidP="40286E0D" w:rsidRDefault="000654C9" w14:paraId="09C04E8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:rsidRPr="00E200F5" w:rsidR="000654C9" w:rsidP="40286E0D" w:rsidRDefault="000654C9" w14:paraId="554D4A9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Pr="00E200F5" w:rsidR="000654C9" w:rsidP="40286E0D" w:rsidRDefault="000654C9" w14:paraId="6409263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  <w:tr w:rsidRPr="009C54AE" w:rsidR="000654C9" w:rsidTr="40286E0D" w14:paraId="1A3C99B2" w14:textId="77777777">
        <w:tc>
          <w:tcPr>
            <w:tcW w:w="1960" w:type="dxa"/>
          </w:tcPr>
          <w:p w:rsidRPr="00E200F5" w:rsidR="000654C9" w:rsidP="40286E0D" w:rsidRDefault="000654C9" w14:paraId="2DCF275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EK_ 05</w:t>
            </w:r>
          </w:p>
        </w:tc>
        <w:tc>
          <w:tcPr>
            <w:tcW w:w="5444" w:type="dxa"/>
          </w:tcPr>
          <w:p w:rsidRPr="00E200F5" w:rsidR="000654C9" w:rsidP="40286E0D" w:rsidRDefault="000654C9" w14:paraId="5523BFC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r w:rsidRPr="40286E0D">
              <w:rPr>
                <w:rFonts w:ascii="Corbel" w:hAnsi="Corbel" w:eastAsia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:rsidRPr="00E200F5" w:rsidR="000654C9" w:rsidP="40286E0D" w:rsidRDefault="000654C9" w14:paraId="694E0C3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</w:rPr>
            </w:pPr>
            <w:proofErr w:type="spellStart"/>
            <w:r w:rsidRPr="40286E0D">
              <w:rPr>
                <w:rFonts w:ascii="Corbel" w:hAnsi="Corbel" w:eastAsia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hAnsi="Corbel" w:eastAsia="Corbel" w:cs="Corbel"/>
                <w:b w:val="0"/>
              </w:rPr>
              <w:t>.</w:t>
            </w:r>
          </w:p>
        </w:tc>
      </w:tr>
    </w:tbl>
    <w:p w:rsidRPr="009C54AE" w:rsidR="00923D7D" w:rsidP="40286E0D" w:rsidRDefault="00923D7D" w14:paraId="34CE0A41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3E1941" w14:paraId="0AFAEE5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4.2 </w:t>
      </w:r>
      <w:r w:rsidRPr="40286E0D" w:rsidR="0085747A">
        <w:rPr>
          <w:rFonts w:ascii="Corbel" w:hAnsi="Corbel" w:eastAsia="Corbel" w:cs="Corbel"/>
          <w:smallCaps w:val="0"/>
        </w:rPr>
        <w:t>Warunki zaliczenia przedmiotu (kryteria oceniania)</w:t>
      </w:r>
      <w:r w:rsidRPr="40286E0D" w:rsidR="00923D7D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0286E0D" w:rsidRDefault="00923D7D" w14:paraId="62EBF3C5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0286E0D" w14:paraId="661879C0" w14:textId="77777777">
        <w:tc>
          <w:tcPr>
            <w:tcW w:w="9670" w:type="dxa"/>
          </w:tcPr>
          <w:p w:rsidRPr="00990C04" w:rsidR="00D16936" w:rsidP="00D16936" w:rsidRDefault="00D16936" w14:paraId="7E3BDC91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Zaliczenie pisemne  - kolokwium</w:t>
            </w:r>
          </w:p>
          <w:p w:rsidRPr="00990C04" w:rsidR="00D16936" w:rsidP="00D16936" w:rsidRDefault="00D16936" w14:paraId="5989A441" w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</w:rPr>
            </w:pPr>
          </w:p>
          <w:p w:rsidRPr="00990C04" w:rsidR="00D16936" w:rsidP="00D16936" w:rsidRDefault="00D16936" w14:paraId="106F3BF1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:rsidRPr="00990C04" w:rsidR="00D16936" w:rsidP="00D16936" w:rsidRDefault="00D16936" w14:paraId="165B365D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:rsidRPr="00990C04" w:rsidR="00D16936" w:rsidP="00D16936" w:rsidRDefault="00D16936" w14:paraId="44414EE6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dobra – aktywność na zajęciach, kolokwium – bardzo dobra odpowiedź na wszystkie pytania</w:t>
            </w:r>
          </w:p>
          <w:p w:rsidRPr="00990C04" w:rsidR="00D16936" w:rsidP="00D16936" w:rsidRDefault="00D16936" w14:paraId="187CA17A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lastRenderedPageBreak/>
              <w:t>Ocena +dostateczna  – aktywność na zajęciach, kolokwium – bardzo dobra odpowiedź na większość pytań, dostateczna na pozostałe</w:t>
            </w:r>
          </w:p>
          <w:p w:rsidRPr="00990C04" w:rsidR="00D16936" w:rsidP="00D16936" w:rsidRDefault="00D16936" w14:paraId="004B8996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:rsidRPr="00990C04" w:rsidR="00D16936" w:rsidP="00D16936" w:rsidRDefault="00D16936" w14:paraId="6CE9DECF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:rsidRPr="00990C04" w:rsidR="00D16936" w:rsidP="00D16936" w:rsidRDefault="00D16936" w14:paraId="6315A88E" w14:textId="77777777">
            <w:pPr>
              <w:spacing w:after="0" w:line="240" w:lineRule="auto"/>
              <w:rPr>
                <w:rFonts w:ascii="Corbel" w:hAnsi="Corbel" w:eastAsia="Times New Roman"/>
                <w:color w:val="FF0000"/>
                <w:sz w:val="24"/>
                <w:szCs w:val="24"/>
              </w:rPr>
            </w:pPr>
          </w:p>
          <w:p w:rsidRPr="00990C04" w:rsidR="00D16936" w:rsidP="00D16936" w:rsidRDefault="00D16936" w14:paraId="50F03377" w14:textId="77777777">
            <w:pPr>
              <w:spacing w:after="0"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40286E0D" w:rsidRDefault="0085747A" w14:paraId="6B69937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85747A" w:rsidP="40286E0D" w:rsidRDefault="0085747A" w14:paraId="3FE9F23F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F4610" w:rsidP="40286E0D" w:rsidRDefault="0085747A" w14:paraId="32066DA3" w14:textId="77777777">
      <w:pPr>
        <w:pStyle w:val="Bezodstpw"/>
        <w:ind w:left="284" w:hanging="284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0286E0D">
        <w:rPr>
          <w:rFonts w:ascii="Corbel" w:hAnsi="Corbel" w:eastAsia="Corbel" w:cs="Corbel"/>
          <w:b/>
          <w:bCs/>
          <w:sz w:val="24"/>
          <w:szCs w:val="24"/>
        </w:rPr>
        <w:t xml:space="preserve">5. </w:t>
      </w:r>
      <w:r w:rsidRPr="40286E0D" w:rsidR="00C61DC5">
        <w:rPr>
          <w:rFonts w:ascii="Corbel" w:hAnsi="Corbel" w:eastAsia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40286E0D" w:rsidRDefault="0085747A" w14:paraId="1F72F646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F05CE05" w14:paraId="63D9DE79" w14:textId="77777777">
        <w:tc>
          <w:tcPr>
            <w:tcW w:w="4962" w:type="dxa"/>
            <w:tcMar/>
            <w:vAlign w:val="center"/>
          </w:tcPr>
          <w:p w:rsidRPr="009C54AE" w:rsidR="0085747A" w:rsidP="40286E0D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Forma a</w:t>
            </w:r>
            <w:r w:rsidRPr="40286E0D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ktywnoś</w:t>
            </w: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40286E0D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Średnia l</w:t>
            </w:r>
            <w:r w:rsidRPr="40286E0D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iczba godzin</w:t>
            </w:r>
            <w:r w:rsidRPr="40286E0D" w:rsidR="0071620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F05CE05" w14:paraId="33247FDA" w14:textId="77777777">
        <w:tc>
          <w:tcPr>
            <w:tcW w:w="4962" w:type="dxa"/>
            <w:tcMar/>
          </w:tcPr>
          <w:p w:rsidRPr="009C54AE" w:rsidR="0085747A" w:rsidP="40286E0D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0286E0D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0286E0D" w:rsidR="1299428C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0286E0D" w:rsidR="73187314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0286E0D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1F05CE05" w:rsidRDefault="00D16936" w14:paraId="60DA3216" w14:textId="4782BB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F05CE05" w:rsidR="74835C9E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1F05CE05" w14:paraId="079485E9" w14:textId="77777777">
        <w:tc>
          <w:tcPr>
            <w:tcW w:w="4962" w:type="dxa"/>
            <w:tcMar/>
          </w:tcPr>
          <w:p w:rsidRPr="009C54AE" w:rsidR="00C61DC5" w:rsidP="40286E0D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0286E0D" w:rsidR="73187314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40286E0D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1F05CE05" w:rsidRDefault="000654C9" w14:paraId="33CFEC6B" w14:textId="4CE0ED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F05CE05" w:rsidR="000654C9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1F05CE05" w14:paraId="0C12512A" w14:textId="77777777">
        <w:tc>
          <w:tcPr>
            <w:tcW w:w="4962" w:type="dxa"/>
            <w:tcMar/>
          </w:tcPr>
          <w:p w:rsidRPr="009C54AE" w:rsidR="0071620A" w:rsidP="40286E0D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0286E0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0286E0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40286E0D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1F05CE05" w:rsidRDefault="00D16936" w14:paraId="423D4B9D" w14:textId="5FFA0C5E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F05CE05" w:rsidR="00D1693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85747A" w:rsidTr="1F05CE05" w14:paraId="00D7B6FD" w14:textId="77777777">
        <w:tc>
          <w:tcPr>
            <w:tcW w:w="4962" w:type="dxa"/>
            <w:tcMar/>
          </w:tcPr>
          <w:p w:rsidRPr="009C54AE" w:rsidR="0085747A" w:rsidP="40286E0D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1F05CE05" w:rsidRDefault="29849675" w14:paraId="174B1212" w14:textId="5279D1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F05CE05" w:rsidR="29849675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1F05CE05" w:rsidR="450082EE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85747A" w:rsidTr="1F05CE05" w14:paraId="0AD00C0E" w14:textId="77777777">
        <w:tc>
          <w:tcPr>
            <w:tcW w:w="4962" w:type="dxa"/>
            <w:tcMar/>
          </w:tcPr>
          <w:p w:rsidRPr="009C54AE" w:rsidR="0085747A" w:rsidP="40286E0D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1F05CE05" w:rsidRDefault="000654C9" w14:paraId="7144751B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F05CE05" w:rsidR="000654C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85747A" w:rsidP="40286E0D" w:rsidRDefault="00923D7D" w14:paraId="6BBE219B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i/>
          <w:iCs/>
          <w:smallCaps w:val="0"/>
        </w:rPr>
      </w:pPr>
      <w:r w:rsidRPr="40286E0D">
        <w:rPr>
          <w:rFonts w:ascii="Corbel" w:hAnsi="Corbel" w:eastAsia="Corbel" w:cs="Corbel"/>
          <w:b w:val="0"/>
          <w:i/>
          <w:iCs/>
          <w:smallCaps w:val="0"/>
        </w:rPr>
        <w:t xml:space="preserve">* </w:t>
      </w:r>
      <w:r w:rsidRPr="40286E0D" w:rsidR="00C61DC5">
        <w:rPr>
          <w:rFonts w:ascii="Corbel" w:hAnsi="Corbel" w:eastAsia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Pr="009C54AE" w:rsidR="003E1941" w:rsidP="40286E0D" w:rsidRDefault="003E1941" w14:paraId="08CE6F91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71620A" w14:paraId="40334C7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6. </w:t>
      </w:r>
      <w:r w:rsidRPr="40286E0D" w:rsidR="0085747A">
        <w:rPr>
          <w:rFonts w:ascii="Corbel" w:hAnsi="Corbel" w:eastAsia="Corbel" w:cs="Corbel"/>
          <w:smallCaps w:val="0"/>
        </w:rPr>
        <w:t>PRAKTYKI ZAWO</w:t>
      </w:r>
      <w:r w:rsidRPr="40286E0D" w:rsidR="009D3F3B">
        <w:rPr>
          <w:rFonts w:ascii="Corbel" w:hAnsi="Corbel" w:eastAsia="Corbel" w:cs="Corbel"/>
          <w:smallCaps w:val="0"/>
        </w:rPr>
        <w:t>DOWE W RAMACH PRZEDMIOTU</w:t>
      </w:r>
    </w:p>
    <w:p w:rsidRPr="009C54AE" w:rsidR="0085747A" w:rsidP="40286E0D" w:rsidRDefault="0085747A" w14:paraId="61CDCEAD" w14:textId="77777777">
      <w:pPr>
        <w:pStyle w:val="Punktygwne"/>
        <w:spacing w:before="0" w:after="0"/>
        <w:ind w:left="36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0286E0D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40286E0D" w:rsidRDefault="0085747A" w14:paraId="55E98D2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40286E0D" w:rsidRDefault="0085747A" w14:paraId="6BB9E25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  <w:tr w:rsidRPr="009C54AE" w:rsidR="0085747A" w:rsidTr="40286E0D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40286E0D" w:rsidRDefault="0085747A" w14:paraId="7C3ADC5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0286E0D">
              <w:rPr>
                <w:rFonts w:ascii="Corbel" w:hAnsi="Corbel" w:eastAsia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40286E0D" w:rsidRDefault="0085747A" w14:paraId="23DE523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3E1941" w:rsidP="40286E0D" w:rsidRDefault="003E1941" w14:paraId="52E56223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675843" w14:paraId="7630DC2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0286E0D">
        <w:rPr>
          <w:rFonts w:ascii="Corbel" w:hAnsi="Corbel" w:eastAsia="Corbel" w:cs="Corbel"/>
          <w:smallCaps w:val="0"/>
        </w:rPr>
        <w:t xml:space="preserve">7. </w:t>
      </w:r>
      <w:r w:rsidRPr="40286E0D" w:rsidR="0085747A">
        <w:rPr>
          <w:rFonts w:ascii="Corbel" w:hAnsi="Corbel" w:eastAsia="Corbel" w:cs="Corbel"/>
          <w:smallCaps w:val="0"/>
        </w:rPr>
        <w:t>LITERATURA</w:t>
      </w:r>
      <w:r w:rsidRPr="40286E0D">
        <w:rPr>
          <w:rFonts w:ascii="Corbel" w:hAnsi="Corbel" w:eastAsia="Corbel" w:cs="Corbel"/>
          <w:smallCaps w:val="0"/>
        </w:rPr>
        <w:t xml:space="preserve"> </w:t>
      </w:r>
    </w:p>
    <w:p w:rsidRPr="009C54AE" w:rsidR="00675843" w:rsidP="40286E0D" w:rsidRDefault="00675843" w14:paraId="07547A01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0286E0D" w14:paraId="75B30C54" w14:textId="77777777">
        <w:trPr>
          <w:trHeight w:val="397"/>
        </w:trPr>
        <w:tc>
          <w:tcPr>
            <w:tcW w:w="7513" w:type="dxa"/>
          </w:tcPr>
          <w:p w:rsidRPr="00272F29" w:rsidR="0085747A" w:rsidP="40286E0D" w:rsidRDefault="0085747A" w14:paraId="729C96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bookmarkStart w:name="_GoBack" w:id="0"/>
            <w:r w:rsidRPr="00272F29">
              <w:rPr>
                <w:rFonts w:ascii="Corbel" w:hAnsi="Corbel" w:eastAsia="Corbel" w:cs="Corbel"/>
                <w:b w:val="0"/>
                <w:smallCaps w:val="0"/>
              </w:rPr>
              <w:t>Literatura podstawowa:</w:t>
            </w:r>
          </w:p>
          <w:bookmarkEnd w:id="0"/>
          <w:p w:rsidRPr="00D16936" w:rsidR="00D16936" w:rsidP="00D16936" w:rsidRDefault="00D16936" w14:paraId="61CA747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Pr="00D16936">
              <w:rPr>
                <w:rFonts w:ascii="Corbel" w:hAnsi="Corbel"/>
                <w:sz w:val="24"/>
                <w:szCs w:val="24"/>
              </w:rPr>
              <w:t>. Jarosław 2017.</w:t>
            </w:r>
          </w:p>
          <w:p w:rsidRPr="00D16936" w:rsidR="00D16936" w:rsidP="00D16936" w:rsidRDefault="00D16936" w14:paraId="3B9339C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>Polski System Penitencjarny w stulecie odzyskania niepodległości,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:rsidRPr="00D16936" w:rsidR="00D16936" w:rsidP="00D16936" w:rsidRDefault="00D16936" w14:paraId="6003CC36" w14:textId="1278B3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283"/>
              <w:rPr>
                <w:rFonts w:ascii="Corbel" w:hAnsi="Corbel" w:eastAsia="Times New Roman"/>
                <w:sz w:val="24"/>
                <w:szCs w:val="24"/>
              </w:rPr>
            </w:pPr>
            <w:r w:rsidRPr="00D16936">
              <w:rPr>
                <w:rFonts w:ascii="Corbel" w:hAnsi="Corbel" w:eastAsia="Times New Roman"/>
                <w:i/>
                <w:sz w:val="24"/>
                <w:szCs w:val="24"/>
              </w:rPr>
              <w:lastRenderedPageBreak/>
              <w:t>Ustawa z dnia 6 czerwca 1997 r. - Kodeks karny wykonawczy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 xml:space="preserve"> (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>Dz. U. 1997 nr 90 poz. 557.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>).</w:t>
            </w:r>
            <w:r w:rsidRPr="00D16936">
              <w:rPr>
                <w:rFonts w:ascii="Corbel" w:hAnsi="Corbel" w:eastAsia="Times New Roman"/>
                <w:sz w:val="24"/>
                <w:szCs w:val="24"/>
              </w:rPr>
              <w:t xml:space="preserve"> </w:t>
            </w:r>
          </w:p>
          <w:p w:rsidRPr="009C54AE" w:rsidR="000654C9" w:rsidP="40286E0D" w:rsidRDefault="000654C9" w14:paraId="21F41C5B" w14:textId="05D2C98D">
            <w:pPr>
              <w:spacing w:after="0" w:line="240" w:lineRule="auto"/>
              <w:rPr>
                <w:rFonts w:ascii="Corbel" w:hAnsi="Corbel" w:eastAsia="Corbel" w:cs="Corbel"/>
              </w:rPr>
            </w:pPr>
          </w:p>
          <w:p w:rsidRPr="009C54AE" w:rsidR="000654C9" w:rsidP="40286E0D" w:rsidRDefault="000654C9" w14:paraId="5043CB0F" w14:textId="67825EE9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Pr="009C54AE" w:rsidR="0085747A" w:rsidTr="40286E0D" w14:paraId="06430901" w14:textId="77777777">
        <w:trPr>
          <w:trHeight w:val="397"/>
        </w:trPr>
        <w:tc>
          <w:tcPr>
            <w:tcW w:w="7513" w:type="dxa"/>
          </w:tcPr>
          <w:p w:rsidRPr="00272F29" w:rsidR="0085747A" w:rsidP="40286E0D" w:rsidRDefault="0085747A" w14:paraId="1616B1D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00272F29">
              <w:rPr>
                <w:rFonts w:ascii="Corbel" w:hAnsi="Corbel" w:eastAsia="Corbel" w:cs="Corbel"/>
                <w:b w:val="0"/>
                <w:smallCaps w:val="0"/>
              </w:rPr>
              <w:lastRenderedPageBreak/>
              <w:t xml:space="preserve">Literatura uzupełniająca: </w:t>
            </w:r>
          </w:p>
          <w:p w:rsidRPr="00D16936" w:rsidR="00D16936" w:rsidP="00D16936" w:rsidRDefault="00D16936" w14:paraId="48F6D956" w14:textId="7965E6D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D16936">
              <w:rPr>
                <w:rFonts w:ascii="Corbel" w:hAnsi="Corbel"/>
                <w:sz w:val="24"/>
                <w:szCs w:val="24"/>
              </w:rPr>
              <w:t xml:space="preserve">Fudali D.J., Bryła M.,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The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Ministry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of the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Convicted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in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Penitentiary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Institutionsan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Atempt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to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Find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Religious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Identity – A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Historical</w:t>
            </w:r>
            <w:proofErr w:type="spellEnd"/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D16936">
              <w:rPr>
                <w:rFonts w:ascii="Corbel" w:hAnsi="Corbel"/>
                <w:i/>
                <w:sz w:val="24"/>
                <w:szCs w:val="24"/>
              </w:rPr>
              <w:t>Perspective</w:t>
            </w:r>
            <w:proofErr w:type="spellEnd"/>
            <w:r w:rsidRPr="00D16936">
              <w:rPr>
                <w:rFonts w:ascii="Corbel" w:hAnsi="Corbel"/>
                <w:sz w:val="24"/>
                <w:szCs w:val="24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 w:rsidR="00272F29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:rsidRPr="00272F29" w:rsidR="00272F29" w:rsidP="00D16936" w:rsidRDefault="00D16936" w14:paraId="0E379D39" w14:textId="289864F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272F29">
              <w:rPr>
                <w:rFonts w:ascii="Corbel" w:hAnsi="Corbel"/>
                <w:sz w:val="24"/>
                <w:szCs w:val="24"/>
                <w:lang w:val="en-GB"/>
              </w:rPr>
              <w:t>Fudali</w:t>
            </w:r>
            <w:proofErr w:type="spellEnd"/>
            <w:r w:rsidRPr="00272F29">
              <w:rPr>
                <w:rFonts w:ascii="Corbel" w:hAnsi="Corbel"/>
                <w:sz w:val="24"/>
                <w:szCs w:val="24"/>
                <w:lang w:val="en-GB"/>
              </w:rPr>
              <w:t xml:space="preserve"> 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br/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w przestrzeni więziennej. Uwarunkowania – doświadczenia – propozycje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. </w:t>
            </w: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, t. V, 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 xml:space="preserve">red. </w:t>
            </w:r>
            <w:r w:rsidRPr="00272F29" w:rsid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 w:rsidR="00272F29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Opole 2016.</w:t>
            </w:r>
          </w:p>
          <w:p w:rsidRPr="00272F29" w:rsidR="00272F29" w:rsidP="00D16936" w:rsidRDefault="00272F29" w14:paraId="5265FB47" w14:textId="7777777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proofErr w:type="spellEnd"/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Pr="00272F29" w:rsidR="00272F29" w:rsidP="00D16936" w:rsidRDefault="00D16936" w14:paraId="23556E38" w14:textId="2CB261F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eastAsia="Times New Roman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. Praca zbiorowa, red. Szczepaniak P., Warszawa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>2013</w:t>
            </w:r>
            <w:r w:rsidR="00272F29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Pr="00272F29" w:rsidR="00272F29" w:rsidP="00D16936" w:rsidRDefault="00272F29" w14:paraId="4F112DC5" w14:textId="502AA473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hAnsi="Corbel" w:eastAsia="Times New Roman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:rsidRPr="00272F29" w:rsidR="00272F29" w:rsidP="00D16936" w:rsidRDefault="00D16936" w14:paraId="670AC92A" w14:textId="633A4FB8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>T.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Migdał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 w:rsidR="00272F29">
              <w:rPr>
                <w:rFonts w:ascii="Corbel" w:hAnsi="Corbel" w:cs="Arial"/>
                <w:sz w:val="24"/>
                <w:szCs w:val="24"/>
                <w:lang w:eastAsia="zh-CN"/>
              </w:rPr>
              <w:t>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 w:rsidR="00272F29"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  <w:p w:rsidRPr="00272F29" w:rsidR="00D16936" w:rsidP="00272F29" w:rsidRDefault="00D16936" w14:paraId="40FC8B57" w14:textId="381D3D46">
            <w:pPr>
              <w:pStyle w:val="Akapitzlist"/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</w:p>
          <w:p w:rsidRPr="009C54AE" w:rsidR="000654C9" w:rsidP="00D16936" w:rsidRDefault="000654C9" w14:paraId="407ED114" w14:textId="149163F4">
            <w:pPr>
              <w:spacing w:after="0" w:line="240" w:lineRule="auto"/>
              <w:rPr>
                <w:rFonts w:ascii="Corbel" w:hAnsi="Corbel" w:eastAsia="Corbel" w:cs="Corbel"/>
                <w:bCs/>
                <w:szCs w:val="24"/>
              </w:rPr>
            </w:pPr>
          </w:p>
        </w:tc>
      </w:tr>
    </w:tbl>
    <w:p w:rsidRPr="009C54AE" w:rsidR="0085747A" w:rsidP="40286E0D" w:rsidRDefault="0085747A" w14:paraId="07459315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85747A" w14:paraId="6537F28F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0286E0D" w:rsidRDefault="0085747A" w14:paraId="41F88A98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0286E0D">
        <w:rPr>
          <w:rFonts w:ascii="Corbel" w:hAnsi="Corbel" w:eastAsia="Corbel" w:cs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8A8" w:rsidP="00C16ABF" w:rsidRDefault="00D558A8" w14:paraId="6AA67BD8" w14:textId="77777777">
      <w:pPr>
        <w:spacing w:after="0" w:line="240" w:lineRule="auto"/>
      </w:pPr>
      <w:r>
        <w:separator/>
      </w:r>
    </w:p>
  </w:endnote>
  <w:endnote w:type="continuationSeparator" w:id="0">
    <w:p w:rsidR="00D558A8" w:rsidP="00C16ABF" w:rsidRDefault="00D558A8" w14:paraId="1FD67F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8A8" w:rsidP="00C16ABF" w:rsidRDefault="00D558A8" w14:paraId="6FBDDFEB" w14:textId="77777777">
      <w:pPr>
        <w:spacing w:after="0" w:line="240" w:lineRule="auto"/>
      </w:pPr>
      <w:r>
        <w:separator/>
      </w:r>
    </w:p>
  </w:footnote>
  <w:footnote w:type="continuationSeparator" w:id="0">
    <w:p w:rsidR="00D558A8" w:rsidP="00C16ABF" w:rsidRDefault="00D558A8" w14:paraId="6DD2D3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hint="default" w:eastAsia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4C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3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29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F2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0B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E9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80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FC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2EA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F5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63B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936"/>
    <w:rsid w:val="00D17C3C"/>
    <w:rsid w:val="00D26B2C"/>
    <w:rsid w:val="00D352C9"/>
    <w:rsid w:val="00D425B2"/>
    <w:rsid w:val="00D428D6"/>
    <w:rsid w:val="00D552B2"/>
    <w:rsid w:val="00D558A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2E3CF76"/>
    <w:rsid w:val="0393CA6A"/>
    <w:rsid w:val="1299428C"/>
    <w:rsid w:val="186097BE"/>
    <w:rsid w:val="1F05CE05"/>
    <w:rsid w:val="1F9B769D"/>
    <w:rsid w:val="24E07EC6"/>
    <w:rsid w:val="29849675"/>
    <w:rsid w:val="2B1498AB"/>
    <w:rsid w:val="2D99816C"/>
    <w:rsid w:val="3A5EDC17"/>
    <w:rsid w:val="3C072088"/>
    <w:rsid w:val="40286E0D"/>
    <w:rsid w:val="450082EE"/>
    <w:rsid w:val="45F96611"/>
    <w:rsid w:val="4C2BF98B"/>
    <w:rsid w:val="4FD1CF3E"/>
    <w:rsid w:val="515EAE15"/>
    <w:rsid w:val="52FDEA01"/>
    <w:rsid w:val="568EC075"/>
    <w:rsid w:val="5B71BDA3"/>
    <w:rsid w:val="62971231"/>
    <w:rsid w:val="63329B32"/>
    <w:rsid w:val="638BF5C4"/>
    <w:rsid w:val="64649319"/>
    <w:rsid w:val="6784DD79"/>
    <w:rsid w:val="73187314"/>
    <w:rsid w:val="74835C9E"/>
    <w:rsid w:val="7B751C01"/>
    <w:rsid w:val="7E10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D33D"/>
  <w15:docId w15:val="{1C5D2643-09B0-4E32-8C36-299D0D1928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st" w:customStyle="1">
    <w:name w:val="st"/>
    <w:qFormat/>
    <w:rsid w:val="000654C9"/>
  </w:style>
  <w:style w:type="character" w:styleId="Uwydatnienie">
    <w:name w:val="Emphasis"/>
    <w:uiPriority w:val="20"/>
    <w:qFormat/>
    <w:rsid w:val="000654C9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4C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654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4C9"/>
    <w:pPr>
      <w:spacing w:line="276" w:lineRule="auto"/>
    </w:pPr>
    <w:rPr>
      <w:b/>
      <w:bCs/>
      <w:lang w:val="x-none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654C9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C70C-28CA-4A89-9470-ECDA7604DC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C6E79C-A1CE-439D-86F2-669C34196C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8A8B6-1624-4A4E-9E4F-FBC391F5113C}"/>
</file>

<file path=customXml/itemProps4.xml><?xml version="1.0" encoding="utf-8"?>
<ds:datastoreItem xmlns:ds="http://schemas.openxmlformats.org/officeDocument/2006/customXml" ds:itemID="{F82A8552-8271-46E1-ACD5-97DAA28CCA3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10</cp:revision>
  <cp:lastPrinted>2019-02-06T12:12:00Z</cp:lastPrinted>
  <dcterms:created xsi:type="dcterms:W3CDTF">2021-01-13T10:59:00Z</dcterms:created>
  <dcterms:modified xsi:type="dcterms:W3CDTF">2021-11-19T19:59:31Z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